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6" w:rsidRPr="00D93892" w:rsidRDefault="00587663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3F19DC">
        <w:rPr>
          <w:b w:val="0"/>
          <w:sz w:val="28"/>
          <w:lang w:val="fr-FR"/>
        </w:rPr>
        <w:t>Message à la porte</w:t>
      </w:r>
    </w:p>
    <w:p w:rsidR="00F66F7A" w:rsidRPr="004D01A9" w:rsidRDefault="00F66F7A" w:rsidP="00F66F7A">
      <w:pPr>
        <w:rPr>
          <w:lang w:val="fr-FR"/>
        </w:rPr>
      </w:pPr>
    </w:p>
    <w:tbl>
      <w:tblPr>
        <w:tblW w:w="963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587663" w:rsidTr="00587663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587663" w:rsidRDefault="00587663" w:rsidP="00ED749C">
            <w:pPr>
              <w:keepNext/>
            </w:pPr>
            <w:r>
              <w:t>Allgemein: Jede Zeile ist einzeln zu bewerten.</w:t>
            </w:r>
          </w:p>
        </w:tc>
      </w:tr>
      <w:tr w:rsidR="00587663" w:rsidRPr="00463C3C" w:rsidTr="00587663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587663" w:rsidRDefault="00587663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587663" w:rsidRPr="00463C3C" w:rsidRDefault="00587663" w:rsidP="00ED749C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7E39DF18" wp14:editId="0D30963B">
                  <wp:extent cx="5191125" cy="1466850"/>
                  <wp:effectExtent l="0" t="0" r="0" b="0"/>
                  <wp:docPr id="10" name="Grafik 10" descr="CE288_Message_a_la_porte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E288_Message_a_la_porte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0434E7" w:rsidRDefault="007E0A4D" w:rsidP="005A6D89">
      <w:pPr>
        <w:pStyle w:val="berschrift2"/>
        <w:jc w:val="center"/>
        <w:rPr>
          <w:b w:val="0"/>
          <w:sz w:val="28"/>
          <w:lang w:val="fr-FR"/>
        </w:rPr>
      </w:pPr>
    </w:p>
    <w:sectPr w:rsidR="007E0A4D" w:rsidRPr="000434E7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434E7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3F19DC"/>
    <w:rsid w:val="00426CE8"/>
    <w:rsid w:val="00432124"/>
    <w:rsid w:val="00455169"/>
    <w:rsid w:val="00460D51"/>
    <w:rsid w:val="00461D1A"/>
    <w:rsid w:val="004A0EB1"/>
    <w:rsid w:val="004A400B"/>
    <w:rsid w:val="004D01A9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87663"/>
    <w:rsid w:val="0059034C"/>
    <w:rsid w:val="00593590"/>
    <w:rsid w:val="005A6D89"/>
    <w:rsid w:val="005D22C4"/>
    <w:rsid w:val="005E4354"/>
    <w:rsid w:val="0061709D"/>
    <w:rsid w:val="006330E5"/>
    <w:rsid w:val="00634438"/>
    <w:rsid w:val="00646180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93892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2012-12-20T12:23:00Z</dcterms:created>
  <dcterms:modified xsi:type="dcterms:W3CDTF">2013-03-25T16:06:00Z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